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Medical records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04DEE32F" w:rsidR="008F0EAF" w:rsidRDefault="00E00FD3" w:rsidP="008F0EAF">
            <w:pPr>
              <w:pStyle w:val="Kansi3"/>
              <w:rPr>
                <w:lang w:val="fi-FI"/>
              </w:rPr>
            </w:pPr>
            <w:r>
              <w:rPr>
                <w:lang w:val="fi-FI"/>
              </w:rPr>
              <w:t>8</w:t>
            </w:r>
            <w:r w:rsidR="00607D37">
              <w:rPr>
                <w:lang w:val="fi-FI"/>
              </w:rPr>
              <w:t>.3</w:t>
            </w:r>
            <w:r w:rsidR="008F0EAF">
              <w:rPr>
                <w:lang w:val="fi-FI"/>
              </w:rPr>
              <w:t>.2018</w:t>
            </w:r>
            <w:r w:rsidR="007B074E" w:rsidRPr="007B074E">
              <w:rPr>
                <w:lang w:val="fi-FI"/>
              </w:rPr>
              <w:t xml:space="preserve"> </w:t>
            </w:r>
            <w:r w:rsidR="003C4D0F">
              <w:rPr>
                <w:lang w:val="fi-FI"/>
              </w:rPr>
              <w:t>v0.2</w:t>
            </w:r>
          </w:p>
          <w:p w14:paraId="5082ADCE" w14:textId="51E4D6EE" w:rsidR="00B844BB" w:rsidRPr="008F0EAF" w:rsidRDefault="008F0EAF" w:rsidP="00AB6029">
            <w:pPr>
              <w:pStyle w:val="Kansi3"/>
            </w:pPr>
            <w:r>
              <w:t xml:space="preserve">OID: </w:t>
            </w:r>
            <w:commentRangeStart w:id="0"/>
            <w:r w:rsidR="001536D3" w:rsidRPr="00AE46BE">
              <w:rPr>
                <w:color w:val="FF0000"/>
              </w:rPr>
              <w:t>1.2.246.777.11.2018.1</w:t>
            </w:r>
            <w:commentRangeEnd w:id="0"/>
            <w:r w:rsidR="00323CDB">
              <w:rPr>
                <w:rStyle w:val="Kommentinviite"/>
                <w:rFonts w:eastAsiaTheme="minorHAnsi" w:cstheme="minorHAnsi"/>
                <w:color w:val="auto"/>
                <w:lang w:val="fi-FI"/>
              </w:rPr>
              <w:commentReference w:id="0"/>
            </w:r>
            <w:r w:rsidR="00DD53A2">
              <w:fldChar w:fldCharType="begin"/>
            </w:r>
            <w:r w:rsidR="00DD53A2"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2F41EE" w:rsidRDefault="00843E6D" w:rsidP="00DB0D86">
            <w:pPr>
              <w:rPr>
                <w:sz w:val="18"/>
                <w:szCs w:val="18"/>
                <w:lang w:val="en-GB"/>
              </w:rPr>
            </w:pPr>
            <w:r w:rsidRPr="002F41EE">
              <w:rPr>
                <w:sz w:val="18"/>
                <w:szCs w:val="18"/>
                <w:lang w:val="en-GB"/>
              </w:rPr>
              <w:t>Ensimmäinen</w:t>
            </w:r>
            <w:r w:rsidR="00F9583E" w:rsidRPr="002F41EE">
              <w:rPr>
                <w:sz w:val="18"/>
                <w:szCs w:val="18"/>
                <w:lang w:val="en-GB"/>
              </w:rPr>
              <w:t xml:space="preserve"> </w:t>
            </w:r>
            <w:r w:rsidRPr="002F41EE">
              <w:rPr>
                <w:sz w:val="18"/>
                <w:szCs w:val="18"/>
                <w:lang w:val="en-GB"/>
              </w:rPr>
              <w:t>versio</w:t>
            </w:r>
            <w:r w:rsidR="003C4D0F">
              <w:rPr>
                <w:sz w:val="18"/>
                <w:szCs w:val="18"/>
                <w:lang w:val="en-GB"/>
              </w:rPr>
              <w:t xml:space="preserve"> kommenteille</w:t>
            </w:r>
            <w:r w:rsidR="00CE6848">
              <w:rPr>
                <w:sz w:val="18"/>
                <w:szCs w:val="18"/>
                <w:lang w:val="en-GB"/>
              </w:rPr>
              <w:t xml:space="preserve"> apteekkijärjestelmätoimittajille.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</w:rPr>
              <w:t>19.1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</w:tbl>
    <w:p w14:paraId="346DA8F9" w14:textId="77777777" w:rsidR="004C6D80" w:rsidRPr="00031847" w:rsidRDefault="004C6D80" w:rsidP="004C6D80">
      <w:pPr>
        <w:pStyle w:val="Leipteksti"/>
        <w:rPr>
          <w:sz w:val="18"/>
          <w:szCs w:val="18"/>
          <w:lang w:val="en-GB"/>
        </w:rPr>
      </w:pPr>
    </w:p>
    <w:p w14:paraId="6DF81F30" w14:textId="77777777" w:rsidR="004C6D80" w:rsidRDefault="004C6D80">
      <w:pPr>
        <w:spacing w:line="2" w:lineRule="auto"/>
        <w:rPr>
          <w:sz w:val="18"/>
          <w:szCs w:val="18"/>
          <w:lang w:val="en-GB"/>
        </w:rPr>
      </w:pPr>
      <w:r w:rsidRPr="00031847">
        <w:rPr>
          <w:sz w:val="18"/>
          <w:szCs w:val="18"/>
          <w:lang w:val="en-GB"/>
        </w:rPr>
        <w:br w:type="page"/>
      </w:r>
    </w:p>
    <w:p w14:paraId="62D16042" w14:textId="77777777" w:rsidR="00F0227D" w:rsidRPr="00031847" w:rsidRDefault="00F0227D">
      <w:pPr>
        <w:spacing w:line="2" w:lineRule="auto"/>
        <w:rPr>
          <w:sz w:val="18"/>
          <w:szCs w:val="18"/>
          <w:lang w:val="en-GB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6E903578" w14:textId="23D9BA86" w:rsidR="00232E94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08281682" w:history="1">
            <w:r w:rsidR="00232E94" w:rsidRPr="00DB1F77">
              <w:rPr>
                <w:rStyle w:val="Hyperlinkki"/>
                <w:noProof/>
                <w:lang w:val="en-GB"/>
              </w:rPr>
              <w:t>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GB"/>
              </w:rPr>
              <w:t>Johdanto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_Toc508281682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2D602B90" w14:textId="1B8E677F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3" w:history="1">
            <w:r w:rsidR="00232E94" w:rsidRPr="00DB1F77">
              <w:rPr>
                <w:rStyle w:val="Hyperlinkki"/>
                <w:noProof/>
              </w:rPr>
              <w:t>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Dokumenttien yksilöinti, versiointi ja tilatiedot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_Toc508281683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5D740D9A" w14:textId="023F6DCE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4" w:history="1">
            <w:r w:rsidR="00232E94" w:rsidRPr="00DB1F77">
              <w:rPr>
                <w:rStyle w:val="Hyperlinkki"/>
                <w:noProof/>
              </w:rPr>
              <w:t>3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Käyttötapaukset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_Toc508281684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483AA210" w14:textId="6E7C8570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5" w:history="1">
            <w:r w:rsidR="00232E94" w:rsidRPr="00DB1F77">
              <w:rPr>
                <w:rStyle w:val="Hyperlinkki"/>
                <w:noProof/>
              </w:rPr>
              <w:t>4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Sovellusroolit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_Toc508281685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3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0C6826D8" w14:textId="58059DA2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6" w:history="1">
            <w:r w:rsidR="00232E94" w:rsidRPr="00DB1F77">
              <w:rPr>
                <w:rStyle w:val="Hyperlinkki"/>
                <w:noProof/>
              </w:rPr>
              <w:t>5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Laukaiseva tapahtuma - liipaisimet (Trigger eventit)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_Toc508281686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3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12A6D695" w14:textId="4E444B24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7" w:history="1">
            <w:r w:rsidR="00232E94" w:rsidRPr="00DB1F77">
              <w:rPr>
                <w:rStyle w:val="Hyperlinkki"/>
                <w:noProof/>
              </w:rPr>
              <w:t>6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Yleistä Medical records -viestirakenteista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_Toc508281687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4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2582C8C1" w14:textId="619373B5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8" w:history="1">
            <w:r w:rsidR="00232E94" w:rsidRPr="00DB1F77">
              <w:rPr>
                <w:rStyle w:val="Hyperlinkki"/>
                <w:noProof/>
              </w:rPr>
              <w:t>7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Dokumenttihallinnan interaktiot ja niissä käytettävä tietosisältö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_Toc508281688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4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255C578D" w14:textId="34A45A0C" w:rsidR="00232E94" w:rsidRDefault="00B879A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89" w:history="1">
            <w:r w:rsidR="00232E94" w:rsidRPr="00DB1F77">
              <w:rPr>
                <w:rStyle w:val="Hyperlinkki"/>
                <w:noProof/>
              </w:rPr>
              <w:t>7.1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Dokumenttihallinnan sanomatyypit (tietosisällöt)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_Toc508281689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4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629781FB" w14:textId="7B280D2E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0" w:history="1">
            <w:r w:rsidR="00232E94" w:rsidRPr="00DB1F77">
              <w:rPr>
                <w:rStyle w:val="Hyperlinkki"/>
                <w:noProof/>
              </w:rPr>
              <w:t>7.1.1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Document Event -  RCMR_MT300001FI01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_Toc508281690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5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69625824" w14:textId="02D93733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1" w:history="1">
            <w:r w:rsidR="00232E94" w:rsidRPr="00DB1F77">
              <w:rPr>
                <w:rStyle w:val="Hyperlinkki"/>
                <w:noProof/>
                <w:lang w:val="en-US"/>
              </w:rPr>
              <w:t>7.1.2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Document Event, with Content - RCMR_MT300002FI01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_Toc508281691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12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7CDC54BC" w14:textId="746823F1" w:rsidR="00232E94" w:rsidRDefault="00B879A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2" w:history="1">
            <w:r w:rsidR="00232E94" w:rsidRPr="00DB1F77">
              <w:rPr>
                <w:rStyle w:val="Hyperlinkki"/>
                <w:noProof/>
              </w:rPr>
              <w:t>7.2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Dokumenttihallinnan interaktiot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_Toc508281692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20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2BABB393" w14:textId="583C170F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3" w:history="1">
            <w:r w:rsidR="00232E94" w:rsidRPr="00DB1F77">
              <w:rPr>
                <w:rStyle w:val="Hyperlinkki"/>
                <w:noProof/>
                <w:lang w:val="en-US"/>
              </w:rPr>
              <w:t>7.2.1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_Toc508281693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20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7514CADE" w14:textId="36F7A0EC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4" w:history="1">
            <w:r w:rsidR="00232E94" w:rsidRPr="00DB1F77">
              <w:rPr>
                <w:rStyle w:val="Hyperlinkki"/>
                <w:noProof/>
                <w:lang w:val="en-US"/>
              </w:rPr>
              <w:t>7.2.2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_Toc508281694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39B796E4" w14:textId="2BFD5871" w:rsidR="00232E94" w:rsidRDefault="00B879A2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5" w:history="1">
            <w:r w:rsidR="00232E94" w:rsidRPr="00DB1F77">
              <w:rPr>
                <w:rStyle w:val="Hyperlinkki"/>
                <w:noProof/>
              </w:rPr>
              <w:t>8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Kyselyiden interaktiot ja niissä käytettävä tietosisältö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_Toc508281695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53248690" w14:textId="0E3B3316" w:rsidR="00232E94" w:rsidRDefault="00B879A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6" w:history="1">
            <w:r w:rsidR="00232E94" w:rsidRPr="00DB1F77">
              <w:rPr>
                <w:rStyle w:val="Hyperlinkki"/>
                <w:noProof/>
              </w:rPr>
              <w:t>8.1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Kyselyiden tietosisältö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_Toc508281696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3B4B2512" w14:textId="12B6D90E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7" w:history="1">
            <w:r w:rsidR="00232E94" w:rsidRPr="00DB1F77">
              <w:rPr>
                <w:rStyle w:val="Hyperlinkki"/>
                <w:noProof/>
              </w:rPr>
              <w:t>8.1.1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Kyselyparametrien yleiskuvaus - sanomatyyppi RCMR_MT300003FI01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_Toc508281697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21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4CD9E673" w14:textId="48532A7C" w:rsidR="00232E94" w:rsidRDefault="00B879A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8" w:history="1">
            <w:r w:rsidR="00232E94" w:rsidRPr="00DB1F77">
              <w:rPr>
                <w:rStyle w:val="Hyperlinkki"/>
                <w:noProof/>
              </w:rPr>
              <w:t>8.2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Kyselyiden interaktiot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_Toc508281698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23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5E6AAB7B" w14:textId="7F1C24B5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699" w:history="1">
            <w:r w:rsidR="00232E94" w:rsidRPr="00DB1F77">
              <w:rPr>
                <w:rStyle w:val="Hyperlinkki"/>
                <w:noProof/>
                <w:lang w:val="en-US"/>
              </w:rPr>
              <w:t>8.2.1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Find Document Metadata Query (RCMR_IN300029FI01)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_Toc508281699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23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3D41887E" w14:textId="4E258433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700" w:history="1">
            <w:r w:rsidR="00232E94" w:rsidRPr="00DB1F77">
              <w:rPr>
                <w:rStyle w:val="Hyperlinkki"/>
                <w:noProof/>
                <w:lang w:val="en-US"/>
              </w:rPr>
              <w:t>8.2.2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_Toc508281700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24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161E1873" w14:textId="090787AB" w:rsidR="00232E94" w:rsidRDefault="00B879A2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701" w:history="1">
            <w:r w:rsidR="00232E94" w:rsidRPr="00DB1F77">
              <w:rPr>
                <w:rStyle w:val="Hyperlinkki"/>
                <w:noProof/>
              </w:rPr>
              <w:t>8.3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</w:rPr>
              <w:t>Kyselyiden vastausinteraktiot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_Toc508281701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25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1B9CC2FB" w14:textId="4091309C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702" w:history="1">
            <w:r w:rsidR="00232E94" w:rsidRPr="00DB1F77">
              <w:rPr>
                <w:rStyle w:val="Hyperlinkki"/>
                <w:noProof/>
                <w:lang w:val="en-US"/>
              </w:rPr>
              <w:t>8.3.1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Find Document Metadata Response (RCMR_IN300030FI01)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_Toc508281702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25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67F0CA6F" w14:textId="3A0BB056" w:rsidR="00232E94" w:rsidRDefault="00B879A2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81703" w:history="1">
            <w:r w:rsidR="00232E94" w:rsidRPr="00DB1F77">
              <w:rPr>
                <w:rStyle w:val="Hyperlinkki"/>
                <w:noProof/>
                <w:lang w:val="en-US"/>
              </w:rPr>
              <w:t>8.3.2</w:t>
            </w:r>
            <w:r w:rsidR="00232E94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232E94" w:rsidRPr="00DB1F77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 w:rsidR="00232E94">
              <w:rPr>
                <w:noProof/>
                <w:webHidden/>
              </w:rPr>
              <w:tab/>
            </w:r>
            <w:r w:rsidR="00232E94">
              <w:rPr>
                <w:noProof/>
                <w:webHidden/>
              </w:rPr>
              <w:fldChar w:fldCharType="begin"/>
            </w:r>
            <w:r w:rsidR="00232E94">
              <w:rPr>
                <w:noProof/>
                <w:webHidden/>
              </w:rPr>
              <w:instrText xml:space="preserve"> PAGEREF _Toc508281703 \h </w:instrText>
            </w:r>
            <w:r w:rsidR="00232E94">
              <w:rPr>
                <w:noProof/>
                <w:webHidden/>
              </w:rPr>
            </w:r>
            <w:r w:rsidR="00232E94">
              <w:rPr>
                <w:noProof/>
                <w:webHidden/>
              </w:rPr>
              <w:fldChar w:fldCharType="separate"/>
            </w:r>
            <w:r w:rsidR="00232E94">
              <w:rPr>
                <w:noProof/>
                <w:webHidden/>
              </w:rPr>
              <w:t>25</w:t>
            </w:r>
            <w:r w:rsidR="00232E94">
              <w:rPr>
                <w:noProof/>
                <w:webHidden/>
              </w:rPr>
              <w:fldChar w:fldCharType="end"/>
            </w:r>
          </w:hyperlink>
        </w:p>
        <w:p w14:paraId="1F8F037B" w14:textId="4360AB16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4"/>
          <w:footerReference w:type="default" r:id="rId15"/>
          <w:headerReference w:type="first" r:id="rId16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1" w:name="_Toc508281682"/>
      <w:r>
        <w:rPr>
          <w:lang w:val="en-GB"/>
        </w:rPr>
        <w:lastRenderedPageBreak/>
        <w:t>Johdanto</w:t>
      </w:r>
      <w:bookmarkEnd w:id="1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bookmarkStart w:id="2" w:name="_GoBack"/>
      <w:bookmarkEnd w:id="2"/>
      <w:r>
        <w:t xml:space="preserve"> Rajat ylittävän reseptin Medical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>Lääkemääräyksen Medi</w:t>
      </w:r>
      <w:r>
        <w:t>cal Records sanomat -määrittely</w:t>
      </w:r>
      <w:r w:rsidRPr="004D2805">
        <w:t>jä (Lääkemääräyksen Medical Records sanomat v3.50</w:t>
      </w:r>
      <w:r w:rsidR="00607D37" w:rsidRPr="004D2805">
        <w:t xml:space="preserve">, </w:t>
      </w:r>
      <w:r w:rsidR="00607D37" w:rsidRPr="00607D37">
        <w:t xml:space="preserve">OID: </w:t>
      </w:r>
      <w:fldSimple w:instr=" DOCPROPERTY  OID  \* MERGEFORMAT ">
        <w:r w:rsidR="00607D37" w:rsidRPr="00607D37">
          <w:t>1.2.246.777.11.2017.10</w:t>
        </w:r>
      </w:fldSimple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r w:rsidR="00362324">
        <w:t>Medical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3" w:name="_Toc170762796"/>
      <w:bookmarkStart w:id="4" w:name="_Toc170763542"/>
      <w:bookmarkStart w:id="5" w:name="_Toc492904203"/>
      <w:bookmarkStart w:id="6" w:name="_Toc508281683"/>
      <w:r>
        <w:t xml:space="preserve">Dokumenttien yksilöinti, </w:t>
      </w:r>
      <w:r w:rsidR="001E02DB">
        <w:t>versiointi</w:t>
      </w:r>
      <w:bookmarkEnd w:id="3"/>
      <w:bookmarkEnd w:id="4"/>
      <w:bookmarkEnd w:id="5"/>
      <w:r>
        <w:t xml:space="preserve"> ja tilatiedot</w:t>
      </w:r>
      <w:bookmarkEnd w:id="6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Medical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Medical Records sanomat v3.50, </w:t>
      </w:r>
      <w:r w:rsidR="004D2805" w:rsidRPr="00607D37">
        <w:t xml:space="preserve">OID: </w:t>
      </w:r>
      <w:fldSimple w:instr=" DOCPROPERTY  OID  \* MERGEFORMAT ">
        <w:r w:rsidR="004D2805" w:rsidRPr="00607D37">
          <w:t>1.2.246.777.11.2017.10</w:t>
        </w:r>
      </w:fldSimple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r>
        <w:t>setId:n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setId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id:n ja setId:n vastaavasti kuten </w:t>
      </w:r>
      <w:r w:rsidR="00704282">
        <w:t>on kuvattu</w:t>
      </w:r>
      <w:r w:rsidR="004E54C2">
        <w:t xml:space="preserve"> suomalalisen</w:t>
      </w:r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7" w:name="_Toc508281684"/>
      <w:r>
        <w:t>Käyttötapaukset</w:t>
      </w:r>
      <w:bookmarkEnd w:id="7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>ssa kuvassa on kuvattu Medical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Medical records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Find Prescription Document for Dispense Abroad Metadata and Content Query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>interaktiolla Find Document Metadata and Content Response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>interaktiolla Original Dispense Document with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8" w:name="_Toc508281685"/>
      <w:r>
        <w:t>Sovellusroolit</w:t>
      </w:r>
      <w:bookmarkEnd w:id="8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Medical Records sanomat v3.50, </w:t>
      </w:r>
      <w:r w:rsidR="00256DC8" w:rsidRPr="00607D37">
        <w:t xml:space="preserve">OID: </w:t>
      </w:r>
      <w:fldSimple w:instr=" DOCPROPERTY  OID  \* MERGEFORMAT ">
        <w:r w:rsidR="00256DC8" w:rsidRPr="00607D37">
          <w:t>1.2.246.777.11.2017.10</w:t>
        </w:r>
      </w:fldSimple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9" w:name="_Toc508281686"/>
      <w:r>
        <w:t>Laukaiseva tapahtuma - liipaisimet (Trigger eventit)</w:t>
      </w:r>
      <w:bookmarkEnd w:id="9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r w:rsidRPr="008F6071">
        <w:t xml:space="preserve">Received document event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10" w:name="_Toc508281687"/>
      <w:r>
        <w:t xml:space="preserve">Yleistä Medical records </w:t>
      </w:r>
      <w:r w:rsidR="00F457CD">
        <w:t>-</w:t>
      </w:r>
      <w:r>
        <w:t>viestirakenteista</w:t>
      </w:r>
      <w:bookmarkEnd w:id="10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Medical records </w:t>
      </w:r>
      <w:r w:rsidR="00844606">
        <w:t xml:space="preserve">-määrittelyissä </w:t>
      </w:r>
      <w:r w:rsidR="00844606" w:rsidRPr="004D2805">
        <w:t xml:space="preserve">(Lääkemääräyksen Medical Records sanomat v3.50, </w:t>
      </w:r>
      <w:r w:rsidR="00844606" w:rsidRPr="00607D37">
        <w:t xml:space="preserve">OID: </w:t>
      </w:r>
      <w:fldSimple w:instr=" DOCPROPERTY  OID  \* MERGEFORMAT ">
        <w:r w:rsidR="00844606" w:rsidRPr="00607D37">
          <w:t>1.2.246.777.11.2017.10</w:t>
        </w:r>
      </w:fldSimple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r w:rsidRPr="00404A68">
        <w:rPr>
          <w:b/>
        </w:rPr>
        <w:t>reasonCode-kenttä</w:t>
      </w:r>
    </w:p>
    <w:p w14:paraId="0239507C" w14:textId="00D11024" w:rsidR="00627A1E" w:rsidRDefault="00627A1E" w:rsidP="00404A68">
      <w:pPr>
        <w:pStyle w:val="Leipteksti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>PDF-asiakirjan CDA R2 Header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>Itse PDF-dokumentti upotetaan CDA R2 -rakenteessa nonXMLBody/text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11" w:name="_Toc508281688"/>
      <w:r>
        <w:t>Dokumenttihallinnan interaktiot ja niissä käytettävä tietosisältö</w:t>
      </w:r>
      <w:bookmarkEnd w:id="11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12" w:name="_Toc508281689"/>
      <w:r>
        <w:t>Dokumenttihallinnan sanomatyypit (tietosisällöt)</w:t>
      </w:r>
      <w:bookmarkEnd w:id="12"/>
    </w:p>
    <w:p w14:paraId="6C863F82" w14:textId="4F420EF6" w:rsidR="00804614" w:rsidRPr="00A25583" w:rsidRDefault="00804614" w:rsidP="00A25583">
      <w:pPr>
        <w:pStyle w:val="LeiptekstiNormalharva"/>
      </w:pPr>
      <w:r w:rsidRPr="00A25583">
        <w:t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Text-elementin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clinicalDocument.text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13" w:name="_Ref169921165"/>
      <w:bookmarkStart w:id="14" w:name="_Toc170762812"/>
      <w:bookmarkStart w:id="15" w:name="_Toc170763559"/>
      <w:bookmarkStart w:id="16" w:name="_Toc492904215"/>
      <w:bookmarkStart w:id="17" w:name="_Toc508281690"/>
      <w:r>
        <w:t>Document Event -  RCMR_MT300001</w:t>
      </w:r>
      <w:bookmarkEnd w:id="13"/>
      <w:bookmarkEnd w:id="14"/>
      <w:bookmarkEnd w:id="15"/>
      <w:r>
        <w:t>FI01</w:t>
      </w:r>
      <w:bookmarkEnd w:id="16"/>
      <w:bookmarkEnd w:id="17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B879A2" w:rsidP="000875F3">
            <w:pPr>
              <w:pStyle w:val="CDA-headertext"/>
              <w:ind w:firstLine="110"/>
              <w:rPr>
                <w:lang w:eastAsia="en-US"/>
              </w:rPr>
            </w:pPr>
            <w:hyperlink r:id="rId18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458998.93" extension="2006.1"/&gt;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B879A2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code-att" w:tooltip="../../../infrastructure/rim/rim.htm#Act-code-att" w:history="1">
              <w:r w:rsidR="00344769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title-att" w:tooltip="../../../infrastructure/rim/rim.htm#Act-titl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B879A2" w:rsidP="000875F3">
            <w:pPr>
              <w:pStyle w:val="CDA-headertext"/>
              <w:ind w:firstLine="110"/>
              <w:rPr>
                <w:lang w:eastAsia="en-US"/>
              </w:rPr>
            </w:pPr>
            <w:hyperlink r:id="rId21" w:anchor="Act-text-att" w:tooltip="../../../infrastructure/rim/rim.htm#Act-text-att" w:history="1">
              <w:r w:rsidR="00344769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statusCode-att" w:tooltip="../../../infrastructure/rim/rim.htm#Act-status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effectiveTime-att" w:tooltip="../../../infrastructure/rim/rim.htm#Act-effective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availabilityTime-att" w:tooltip="../../../infrastructure/rim/rim.htm#Act-availabilit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confidentialityCode-att" w:tooltip="../../../infrastructure/rim/rim.htm#Act-confidentiality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6" w:anchor="Act-reasonCode-att" w:tooltip="../../../infrastructure/rim/rim.htm#Act-reas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7" w:anchor="Act-languageCode-att" w:tooltip="../../../infrastructure/rim/rim.htm#Act-langu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B879A2" w:rsidP="000875F3">
            <w:pPr>
              <w:pStyle w:val="CDA-headertext"/>
              <w:ind w:firstLine="110"/>
              <w:rPr>
                <w:lang w:eastAsia="en-US"/>
              </w:rPr>
            </w:pPr>
            <w:hyperlink r:id="rId28" w:anchor="ContextStructure-setId-att" w:tooltip="../../../infrastructure/rim/rim.htm#ContextStructure-setId-att" w:history="1">
              <w:r w:rsidR="00344769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B879A2" w:rsidP="000875F3">
            <w:pPr>
              <w:pStyle w:val="CDA-headertext"/>
              <w:ind w:firstLine="110"/>
              <w:rPr>
                <w:lang w:eastAsia="en-US"/>
              </w:rPr>
            </w:pPr>
            <w:hyperlink r:id="rId29" w:anchor="ContextStructure-versionNumber-att" w:tooltip="../../../infrastructure/rim/rim.htm#ContextStructure-versionNumber-att" w:history="1">
              <w:r w:rsidR="00344769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mpletionCode-att" w:tooltip="../../../infrastructure/rim/rim.htm#Document-comple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1" w:anchor="Document-storageCode-att" w:tooltip="../../../infrastructure/rim/rim.htm#Document-storage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B879A2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2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B879A2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3" w:anchor="Participation-typeCode-att" w:tooltip="../../../infrastructure/rim/rim.htm#Participation-typeCode-att" w:history="1">
              <w:r w:rsidR="00344769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B879A2" w:rsidP="0095200D">
            <w:pPr>
              <w:pStyle w:val="CDA-headertext"/>
              <w:ind w:left="631"/>
              <w:rPr>
                <w:lang w:eastAsia="en-US"/>
              </w:rPr>
            </w:pPr>
            <w:hyperlink r:id="rId34" w:anchor="LivingSubject-administrativeGenderCode-att" w:tooltip="../../../infrastructure/rim/rim.htm#LivingSubject-administrativeGenderCode-att" w:history="1">
              <w:r w:rsidR="00344769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B879A2" w:rsidP="0095200D">
            <w:pPr>
              <w:pStyle w:val="CDA-headertext"/>
              <w:ind w:left="631"/>
              <w:rPr>
                <w:lang w:eastAsia="en-US"/>
              </w:rPr>
            </w:pPr>
            <w:hyperlink r:id="rId35" w:anchor="LivingSubject-birthTime-att" w:tooltip="../../../infrastructure/rim/rim.htm#LivingSubject-birthTime-att" w:history="1">
              <w:r w:rsidR="00344769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B879A2" w:rsidP="000875F3">
            <w:pPr>
              <w:pStyle w:val="CDA-headertext"/>
              <w:ind w:firstLine="290"/>
              <w:rPr>
                <w:lang w:eastAsia="en-US"/>
              </w:rPr>
            </w:pPr>
            <w:hyperlink r:id="rId36" w:anchor="Participation-typeCode-att" w:tooltip="../../../infrastructure/rim/rim.htm#Participation-typeCode-att" w:history="1">
              <w:r w:rsidR="00344769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B879A2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7" w:anchor="Participation-functionCode-att" w:tooltip="../../../infrastructure/rim/rim.htm#Participation-function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B879A2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8" w:anchor="Participation-time-att" w:tooltip="../../../infrastructure/rim/rim.htm#Participation-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B879A2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9" w:anchor="Role-classCode-att" w:tooltip="../../../infrastructure/rim/rim.htm#Role-classCode-att" w:history="1">
              <w:r w:rsidR="00344769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B879A2" w:rsidP="000875F3">
            <w:pPr>
              <w:pStyle w:val="CDA-headertext"/>
              <w:ind w:firstLine="470"/>
              <w:rPr>
                <w:lang w:eastAsia="en-US"/>
              </w:rPr>
            </w:pPr>
            <w:hyperlink r:id="rId40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B879A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code-att" w:tooltip="../../../infrastructure/rim/rim.htm#Role-cod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B879A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2" w:anchor="Role-addr-att" w:tooltip="../../../infrastructure/rim/rim.htm#Role-addr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B879A2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3" w:anchor="Role-telecom-att" w:tooltip="../../../infrastructure/rim/rim.htm#Role-telecom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family-elementtiin.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383EBB65" w:rsidR="00344769" w:rsidRDefault="005F4D47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704FA4C5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’false’.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18" w:name="_Ref152562078"/>
      <w:bookmarkStart w:id="19" w:name="_Toc170762811"/>
      <w:bookmarkStart w:id="20" w:name="_Toc170763558"/>
      <w:bookmarkStart w:id="21" w:name="_Toc492904214"/>
      <w:bookmarkStart w:id="22" w:name="_Toc508281691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18"/>
      <w:bookmarkEnd w:id="19"/>
      <w:bookmarkEnd w:id="20"/>
      <w:r w:rsidRPr="00A27C69">
        <w:rPr>
          <w:lang w:val="en-US"/>
        </w:rPr>
        <w:t>FI01</w:t>
      </w:r>
      <w:bookmarkEnd w:id="21"/>
      <w:bookmarkEnd w:id="22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>sähköisen reseptin Medical Recor</w:t>
      </w:r>
      <w:r w:rsidR="0054422F">
        <w:t xml:space="preserve">ds sanomat -määrittelyissä </w:t>
      </w:r>
      <w:r w:rsidR="0054422F" w:rsidRPr="004D2805">
        <w:t xml:space="preserve">(Lääkemääräyksen Medical Records sanomat v3.50, </w:t>
      </w:r>
      <w:r w:rsidR="0054422F" w:rsidRPr="00607D37">
        <w:t xml:space="preserve">OID: </w:t>
      </w:r>
      <w:fldSimple w:instr=" DOCPROPERTY  OID  \* MERGEFORMAT ">
        <w:r w:rsidR="0054422F" w:rsidRPr="00607D37">
          <w:t>1.2.246.777.11.2017.10</w:t>
        </w:r>
      </w:fldSimple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3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2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44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code-att" w:tooltip="../../../infrastructure/rim/rim.htm#Act-code-att" w:history="1">
              <w:r w:rsidR="007F25AC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6" w:anchor="Act-title-att" w:tooltip="../../../infrastructure/rim/rim.htm#Act-title-att" w:history="1"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text-att" w:tooltip="../../../infrastructure/rim/rim.htm#Act-text-att" w:history="1">
              <w:r w:rsidR="007F25AC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48" w:anchor="Act-statusCode-att" w:tooltip="../../../infrastructure/rim/rim.htm#Act-statusCode-att" w:history="1">
              <w:r w:rsidR="007F25AC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effectiveTime-att" w:tooltip="../../../infrastructure/rim/rim.htm#Act-effectiveTime-att" w:history="1">
              <w:r w:rsidR="007F25AC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availabilityTime-att" w:tooltip="../../../infrastructure/rim/rim.htm#Act-availabilityTim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confidentialityCode-att" w:tooltip="../../../infrastructure/rim/rim.htm#Act-confidentialityCode-att" w:history="1">
              <w:r w:rsidR="007F25AC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2" w:anchor="Act-reasonCode-att" w:tooltip="../../../infrastructure/rim/rim.htm#Act-reasonCode-att" w:history="1"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Act-languageCode-att" w:tooltip="../../../infrastructure/rim/rim.htm#Act-languageCode-att" w:history="1">
              <w:r w:rsidR="007F25AC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54" w:anchor="ContextStructure-setId-att" w:tooltip="../../../infrastructure/rim/rim.htm#ContextStructure-setId-att" w:history="1">
              <w:r w:rsidR="007F25AC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B879A2" w:rsidP="009E430D">
            <w:pPr>
              <w:pStyle w:val="CDA-headertext"/>
              <w:ind w:firstLine="110"/>
              <w:rPr>
                <w:lang w:eastAsia="en-US"/>
              </w:rPr>
            </w:pPr>
            <w:hyperlink r:id="rId55" w:anchor="ContextStructure-versionNumber-att" w:tooltip="../../../infrastructure/rim/rim.htm#ContextStructure-versionNumber-att" w:history="1">
              <w:r w:rsidR="007F25AC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mpletionCode-att" w:tooltip="../../../infrastructure/rim/rim.htm#Document-completion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7" w:anchor="Document-storageCode-att" w:tooltip="../../../infrastructure/rim/rim.htm#Document-storageCod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B879A2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8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4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2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2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B879A2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9" w:anchor="Participation-typeCode-att" w:tooltip="../../../infrastructure/rim/rim.htm#Participation-typeCode-att" w:history="1">
              <w:r w:rsidR="007F25AC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B879A2" w:rsidP="009E430D">
            <w:pPr>
              <w:pStyle w:val="CDA-headertext"/>
              <w:ind w:firstLine="290"/>
              <w:rPr>
                <w:lang w:eastAsia="en-US"/>
              </w:rPr>
            </w:pPr>
            <w:hyperlink r:id="rId60" w:anchor="LivingSubject-administrativeGenderCode-att" w:tooltip="../../../infrastructure/rim/rim.htm#LivingSubject-administrativeGenderCode-att" w:history="1">
              <w:r w:rsidR="007F25AC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B879A2" w:rsidP="009E430D">
            <w:pPr>
              <w:pStyle w:val="CDA-headertext"/>
              <w:ind w:firstLine="290"/>
              <w:rPr>
                <w:lang w:eastAsia="en-US"/>
              </w:rPr>
            </w:pPr>
            <w:hyperlink r:id="rId61" w:anchor="LivingSubject-birthTime-att" w:tooltip="../../../infrastructure/rim/rim.htm#LivingSubject-birthTime-att" w:history="1">
              <w:r w:rsidR="007F25AC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2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B879A2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2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B879A2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3" w:anchor="Participation-functionCode-att" w:tooltip="../../../infrastructure/rim/rim.htm#Participation-functionCode-att" w:history="1"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B879A2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4" w:anchor="Participation-time-att" w:tooltip="../../../infrastructure/rim/rim.htm#Participation-time-att" w:history="1"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7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2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B879A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5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B879A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6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ei välttämättä saada ulkomailta. Tällöin annetaan nullFlavor.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B879A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code-att" w:tooltip="../../../infrastructure/rim/rim.htm#Role-code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B879A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8" w:anchor="Role-addr-att" w:tooltip="../../../infrastructure/rim/rim.htm#Role-addr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B879A2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9" w:anchor="Role-telecom-att" w:tooltip="../../../infrastructure/rim/rim.htm#Role-telecom-att" w:history="1"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8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2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B879A2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70" w:anchor="Participation-typeCode-att" w:tooltip="../../../infrastructure/rim/rim.htm#Participation-typeCode-att" w:history="1">
              <w:r w:rsidR="007F25AC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9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2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B879A2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71" w:anchor="Role-classCode-att" w:tooltip="../../../infrastructure/rim/rim.htm#Role-classCode-att" w:history="1">
              <w:r w:rsidR="007F25AC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0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3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31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3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2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3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3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3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4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3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5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3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6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3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7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3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8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3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9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3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nullFlavorina.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40" w:name="_Toc508281692"/>
      <w:r>
        <w:t>Dokumenttihallinnan interaktiot</w:t>
      </w:r>
      <w:bookmarkEnd w:id="40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1" w:name="_Ref189449983"/>
      <w:bookmarkStart w:id="42" w:name="_Toc492904220"/>
      <w:bookmarkStart w:id="43" w:name="_Toc508281693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41"/>
      <w:bookmarkEnd w:id="42"/>
      <w:bookmarkEnd w:id="43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4" w:name="_Ref169964325"/>
      <w:bookmarkStart w:id="45" w:name="_Toc170762818"/>
      <w:bookmarkStart w:id="46" w:name="_Toc170763565"/>
      <w:bookmarkStart w:id="47" w:name="_Toc492904237"/>
      <w:bookmarkStart w:id="48" w:name="_Toc508281694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44"/>
      <w:bookmarkEnd w:id="45"/>
      <w:bookmarkEnd w:id="46"/>
      <w:bookmarkEnd w:id="47"/>
      <w:bookmarkEnd w:id="48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Medical Records sanomat v3.50, </w:t>
      </w:r>
      <w:r w:rsidR="00D974D7" w:rsidRPr="00607D37">
        <w:t xml:space="preserve">OID: </w:t>
      </w:r>
      <w:fldSimple w:instr=" DOCPROPERTY  OID  \* MERGEFORMAT ">
        <w:r w:rsidR="00D974D7" w:rsidRPr="00607D37">
          <w:t>1.2.246.777.11.2017.10</w:t>
        </w:r>
      </w:fldSimple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C863DD8" w14:textId="02B22ABE" w:rsidR="00B663DA" w:rsidRDefault="00B663DA" w:rsidP="00B663DA">
      <w:pPr>
        <w:pStyle w:val="Leipteksti"/>
      </w:pPr>
    </w:p>
    <w:p w14:paraId="081E6F67" w14:textId="77777777" w:rsidR="0085596F" w:rsidRPr="00B663DA" w:rsidRDefault="0085596F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49" w:name="_Toc508281695"/>
      <w:r>
        <w:t>Kyselyiden interaktiot ja niissä käytettävä tietosisältö</w:t>
      </w:r>
      <w:bookmarkEnd w:id="49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50" w:name="_Toc508281696"/>
      <w:r>
        <w:t>Kyselyiden tietosisältö</w:t>
      </w:r>
      <w:bookmarkEnd w:id="50"/>
    </w:p>
    <w:p w14:paraId="1E3FA5B8" w14:textId="413E03EF" w:rsidR="00606852" w:rsidRDefault="00606852" w:rsidP="00606852">
      <w:pPr>
        <w:pStyle w:val="Otsikko3"/>
      </w:pPr>
      <w:bookmarkStart w:id="51" w:name="_Toc508281697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51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Lääkemääräyksen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3B59546D" w14:textId="77777777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56B2C580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>
        <w:t xml:space="preserve"> julkaistavassa </w:t>
      </w:r>
      <w:r w:rsidRPr="00193CBB">
        <w:t>koodistossa</w:t>
      </w:r>
      <w:r w:rsidR="009B783B">
        <w:t xml:space="preserve"> </w:t>
      </w:r>
      <w:r w:rsidR="009B783B" w:rsidRPr="009B783B">
        <w:t>(</w:t>
      </w:r>
      <w:commentRangeStart w:id="52"/>
      <w:r w:rsidR="000241E4">
        <w:rPr>
          <w:color w:val="FF0000"/>
        </w:rPr>
        <w:t xml:space="preserve">tulossa </w:t>
      </w:r>
      <w:r w:rsidR="009E1BFD">
        <w:rPr>
          <w:color w:val="FF0000"/>
        </w:rPr>
        <w:t>viittaus koodistoon</w:t>
      </w:r>
      <w:r w:rsidR="000241E4">
        <w:rPr>
          <w:color w:val="FF0000"/>
        </w:rPr>
        <w:t xml:space="preserve"> koodistopalveluun</w:t>
      </w:r>
      <w:commentRangeEnd w:id="52"/>
      <w:r w:rsidR="00B37CC2">
        <w:rPr>
          <w:rStyle w:val="Kommentinviite"/>
        </w:rPr>
        <w:commentReference w:id="52"/>
      </w:r>
      <w:r w:rsidR="00B37CC2">
        <w:t>)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r w:rsidRPr="001958A4">
        <w:rPr>
          <w:b/>
        </w:rPr>
        <w:t>specialQueryCode</w:t>
      </w:r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 xml:space="preserve">Kentässä käytetään koodistoa </w:t>
      </w:r>
      <w:commentRangeStart w:id="53"/>
      <w:r>
        <w:t>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</w:t>
      </w:r>
      <w:commentRangeEnd w:id="53"/>
      <w:r w:rsidR="00EB0A08">
        <w:rPr>
          <w:rStyle w:val="Kommentinviite"/>
        </w:rPr>
        <w:commentReference w:id="53"/>
      </w:r>
      <w:r>
        <w:t>ilmaisemaan, mitä ti</w:t>
      </w:r>
      <w:r w:rsidR="008714F3">
        <w:t>etoa hakuparametrilla tarkoitet</w:t>
      </w:r>
      <w:r>
        <w:t>aan</w:t>
      </w:r>
      <w:r w:rsidRPr="003841D0">
        <w:t xml:space="preserve">. Kenttään code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>ja value-kenttää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3C0D0B70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r w:rsidR="00FE1E9D">
        <w:t>codea ’3’. V</w:t>
      </w:r>
      <w:r w:rsidR="001C44E2">
        <w:t>alue-kenttään annetaan sen maan koodi, josta tietoja haetaan.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r w:rsidR="00D17217">
        <w:t xml:space="preserve">codea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20FE5A24" w:rsidR="008000D9" w:rsidRPr="00ED0FA3" w:rsidRDefault="001C44E2" w:rsidP="00ED0FA3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54" w:name="_Toc508281698"/>
      <w:r>
        <w:t>Kyselyiden interaktiot</w:t>
      </w:r>
      <w:bookmarkEnd w:id="54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55" w:name="_Toc508281699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55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reasonCodella </w:t>
      </w:r>
      <w:commentRangeStart w:id="56"/>
      <w:r w:rsidR="00A80B77" w:rsidRPr="00A80B77">
        <w:t>33</w:t>
      </w:r>
      <w:r w:rsidRPr="00A80B77">
        <w:t xml:space="preserve"> Ulkomaisen lääkemääräyksen toimittaminen.</w:t>
      </w:r>
      <w:commentRangeEnd w:id="56"/>
      <w:r w:rsidR="00B51AB8">
        <w:rPr>
          <w:rStyle w:val="Kommentinviite"/>
        </w:rPr>
        <w:commentReference w:id="56"/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3B7B94C2" w14:textId="77777777" w:rsidR="00606852" w:rsidRDefault="00606852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D858EF" w:rsidRPr="006218B1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D858EF" w:rsidRPr="006218B1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57" w:name="_Toc492904251"/>
      <w:bookmarkStart w:id="58" w:name="_Toc508281700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57"/>
      <w:bookmarkEnd w:id="58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r w:rsidRPr="00A80B77">
        <w:t>reasonCodella</w:t>
      </w:r>
      <w:commentRangeStart w:id="59"/>
      <w:r w:rsidRPr="00A80B77">
        <w:t xml:space="preserve"> </w:t>
      </w:r>
      <w:r w:rsidR="00A80B77" w:rsidRPr="00A80B77">
        <w:t>33</w:t>
      </w:r>
      <w:r w:rsidRPr="00A80B77">
        <w:t xml:space="preserve"> Ulkomaisen lääkemääräyksen toimittaminen</w:t>
      </w:r>
      <w:commentRangeEnd w:id="59"/>
      <w:r w:rsidR="00B51AB8">
        <w:rPr>
          <w:rStyle w:val="Kommentinviite"/>
        </w:rPr>
        <w:commentReference w:id="59"/>
      </w:r>
      <w:r w:rsidRPr="00A80B77">
        <w:t>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6B439B" w:rsidRPr="006218B1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6218B1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lastRenderedPageBreak/>
              <w:t xml:space="preserve">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lastRenderedPageBreak/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60" w:name="_Toc508281701"/>
      <w:r>
        <w:t>Kyselyiden vastausinteraktiot</w:t>
      </w:r>
      <w:bookmarkEnd w:id="60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61" w:name="_Toc170762826"/>
      <w:bookmarkStart w:id="62" w:name="_Toc170763574"/>
      <w:bookmarkStart w:id="63" w:name="_Toc492904256"/>
      <w:bookmarkStart w:id="64" w:name="_Toc50828170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61"/>
      <w:bookmarkEnd w:id="62"/>
      <w:bookmarkEnd w:id="63"/>
      <w:bookmarkEnd w:id="64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65" w:name="_Toc492904255"/>
      <w:bookmarkStart w:id="66" w:name="_Toc508281703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65"/>
      <w:bookmarkEnd w:id="66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>ulkomailta saadun varoitusviestin (ei varsinainen virhe). Mahdollinen varoitusviesti tullaan sijoittamaan kontrollikehyksen reasonOf-rakenteeseen</w:t>
      </w:r>
      <w:r w:rsidR="002654ED">
        <w:t>, DetectedIssueEvent-luokkaan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r w:rsidR="005E53DC">
        <w:t>ActDetectedIssueCode</w:t>
      </w:r>
      <w:r w:rsidR="00D8226E">
        <w:t xml:space="preserve"> code="1" codeSystem="1.2.246.537.5.40302" displayName="Issue Detected", ja varsinainen varoitusviesti ilmoitetaan value-elementissä tekstinä. </w:t>
      </w:r>
      <w:r w:rsidR="00FD42D3">
        <w:t>reasonOf-rakenne on siis tutkittava, vaikka sovellustason kuittaus olisi positiivinen (AA – application acknowledgement).</w:t>
      </w:r>
    </w:p>
    <w:sectPr w:rsidR="00A948A8" w:rsidRPr="00A948A8" w:rsidSect="00A07742">
      <w:headerReference w:type="default" r:id="rId72"/>
      <w:footerReference w:type="default" r:id="rId73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orpela Anna" w:date="2018-03-07T09:53:00Z" w:initials="KA">
    <w:p w14:paraId="4E8CF12E" w14:textId="61D97457" w:rsidR="00B879A2" w:rsidRDefault="00B879A2">
      <w:pPr>
        <w:pStyle w:val="Kommentinteksti"/>
      </w:pPr>
      <w:r>
        <w:rPr>
          <w:rStyle w:val="Kommentinviite"/>
        </w:rPr>
        <w:annotationRef/>
      </w:r>
      <w:r>
        <w:t>Ensimmäisen julkaistavan version OID</w:t>
      </w:r>
    </w:p>
  </w:comment>
  <w:comment w:id="52" w:author="Korpela Anna" w:date="2018-03-06T16:10:00Z" w:initials="KA">
    <w:p w14:paraId="6E0C098F" w14:textId="77777777" w:rsidR="00B879A2" w:rsidRDefault="00B879A2" w:rsidP="00B37CC2">
      <w:pPr>
        <w:pStyle w:val="Kommentinteksti"/>
      </w:pPr>
      <w:r>
        <w:rPr>
          <w:rStyle w:val="Kommentinviite"/>
        </w:rPr>
        <w:annotationRef/>
      </w:r>
      <w:r>
        <w:t>K</w:t>
      </w:r>
      <w:r w:rsidRPr="00934AF6">
        <w:t>oodistoa ei</w:t>
      </w:r>
      <w:r>
        <w:t xml:space="preserve"> ole</w:t>
      </w:r>
      <w:r w:rsidRPr="00934AF6">
        <w:t xml:space="preserve"> vielä julkaistu </w:t>
      </w:r>
      <w:r>
        <w:t xml:space="preserve">kansallisessa </w:t>
      </w:r>
      <w:r w:rsidRPr="00934AF6">
        <w:t>koodistopalvelussa</w:t>
      </w:r>
      <w:r>
        <w:t>. Koodisto tulee sisältämään ainakin seuraavat tiedot:</w:t>
      </w:r>
    </w:p>
    <w:p w14:paraId="22EE964D" w14:textId="5FFA7ED8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Maakoodi + selite</w:t>
      </w:r>
    </w:p>
    <w:p w14:paraId="27E11696" w14:textId="3949D8BA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Maan tila</w:t>
      </w:r>
    </w:p>
    <w:p w14:paraId="2EA62668" w14:textId="77777777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Maan voimassaolo</w:t>
      </w:r>
    </w:p>
    <w:p w14:paraId="0A57C2BA" w14:textId="77777777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Maakohtainen ohje parametrien käytöstä (suomi / ruotsi)</w:t>
      </w:r>
    </w:p>
    <w:p w14:paraId="17429AAF" w14:textId="77777777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Hakuparametrit + selitteet, joita voi olla 1-n kpl per maa</w:t>
      </w:r>
    </w:p>
    <w:p w14:paraId="6DE1B0FC" w14:textId="79C93C08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Hakuparametrin pakollisuus</w:t>
      </w:r>
    </w:p>
    <w:p w14:paraId="732AADE9" w14:textId="6D08C17B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Hakuparametrin minimi- ja maksimipituus</w:t>
      </w:r>
    </w:p>
    <w:p w14:paraId="3A57330B" w14:textId="75DEC67A" w:rsidR="00B879A2" w:rsidRDefault="00B879A2" w:rsidP="00B37CC2">
      <w:pPr>
        <w:pStyle w:val="Kommentinteksti"/>
        <w:numPr>
          <w:ilvl w:val="0"/>
          <w:numId w:val="22"/>
        </w:numPr>
      </w:pPr>
      <w:r>
        <w:t xml:space="preserve"> Hakuparametrin voimassaolo</w:t>
      </w:r>
    </w:p>
  </w:comment>
  <w:comment w:id="53" w:author="Korpela Anna" w:date="2018-03-06T16:13:00Z" w:initials="KA">
    <w:p w14:paraId="5D5DB7E4" w14:textId="54803BDE" w:rsidR="00B879A2" w:rsidRDefault="00B879A2">
      <w:pPr>
        <w:pStyle w:val="Kommentinteksti"/>
      </w:pPr>
      <w:r>
        <w:rPr>
          <w:rStyle w:val="Kommentinviite"/>
        </w:rPr>
        <w:annotationRef/>
      </w:r>
      <w:r>
        <w:t>Koodistoon ei ole vielä päivitettyä Rajat ylittävässä reseptissä käytettäviä arvoja ”3” ja ”4”.</w:t>
      </w:r>
    </w:p>
  </w:comment>
  <w:comment w:id="56" w:author="Korpela Anna" w:date="2018-03-06T16:15:00Z" w:initials="KA">
    <w:p w14:paraId="555C2A99" w14:textId="2D74340D" w:rsidR="00B879A2" w:rsidRDefault="00B879A2">
      <w:pPr>
        <w:pStyle w:val="Kommentinteksti"/>
      </w:pPr>
      <w:r>
        <w:rPr>
          <w:rStyle w:val="Kommentinviite"/>
        </w:rPr>
        <w:annotationRef/>
      </w:r>
      <w:r>
        <w:t>Ei vielä julkaistu kansallisen koodistopalvelun koodistossa.</w:t>
      </w:r>
    </w:p>
  </w:comment>
  <w:comment w:id="59" w:author="Korpela Anna" w:date="2018-03-06T16:15:00Z" w:initials="KA">
    <w:p w14:paraId="0D391244" w14:textId="10A6C103" w:rsidR="00B879A2" w:rsidRDefault="00B879A2">
      <w:pPr>
        <w:pStyle w:val="Kommentinteksti"/>
      </w:pPr>
      <w:r>
        <w:rPr>
          <w:rStyle w:val="Kommentinviite"/>
        </w:rPr>
        <w:annotationRef/>
      </w:r>
      <w:r>
        <w:t>Ei vielä julkaistu kansallisen koodistopalvelun koodistossa.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8CF12E" w15:done="0"/>
  <w15:commentEx w15:paraId="3A57330B" w15:done="0"/>
  <w15:commentEx w15:paraId="5D5DB7E4" w15:done="0"/>
  <w15:commentEx w15:paraId="555C2A99" w15:done="0"/>
  <w15:commentEx w15:paraId="0D39124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B879A2" w:rsidRDefault="00B879A2" w:rsidP="00D37740">
      <w:pPr>
        <w:spacing w:after="0"/>
      </w:pPr>
      <w:r>
        <w:separator/>
      </w:r>
    </w:p>
  </w:endnote>
  <w:endnote w:type="continuationSeparator" w:id="0">
    <w:p w14:paraId="0C77F331" w14:textId="77777777" w:rsidR="00B879A2" w:rsidRDefault="00B879A2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B879A2" w:rsidRDefault="00B879A2" w:rsidP="005A5072"/>
  <w:p w14:paraId="278564AF" w14:textId="77777777" w:rsidR="00B879A2" w:rsidRDefault="00B879A2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B879A2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B879A2" w:rsidRPr="00387212" w:rsidRDefault="00B879A2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B879A2" w:rsidRPr="00A43F3A" w:rsidRDefault="00B879A2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B879A2" w:rsidRDefault="00B879A2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B879A2" w:rsidRDefault="00B879A2" w:rsidP="002217BA">
    <w:pPr>
      <w:pStyle w:val="Alatunniste"/>
    </w:pPr>
  </w:p>
  <w:p w14:paraId="67B0A025" w14:textId="77777777" w:rsidR="00B879A2" w:rsidRDefault="00B879A2" w:rsidP="002217BA">
    <w:pPr>
      <w:pStyle w:val="Alatunniste"/>
    </w:pPr>
  </w:p>
  <w:p w14:paraId="7DFCA2A6" w14:textId="77777777" w:rsidR="00B879A2" w:rsidRDefault="00B879A2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B879A2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B879A2" w:rsidRPr="00387212" w:rsidRDefault="00B879A2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616AC8D1" w:rsidR="00B879A2" w:rsidRPr="00387212" w:rsidRDefault="00B879A2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031045">
            <w:rPr>
              <w:noProof/>
              <w:sz w:val="21"/>
              <w:szCs w:val="21"/>
            </w:rPr>
            <w:t>1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B879A2" w:rsidRPr="002217BA" w:rsidRDefault="00B879A2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B879A2" w:rsidRDefault="00B879A2" w:rsidP="00D37740">
      <w:pPr>
        <w:spacing w:after="0"/>
      </w:pPr>
      <w:r>
        <w:separator/>
      </w:r>
    </w:p>
  </w:footnote>
  <w:footnote w:type="continuationSeparator" w:id="0">
    <w:p w14:paraId="6F5812E0" w14:textId="77777777" w:rsidR="00B879A2" w:rsidRDefault="00B879A2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B879A2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B879A2" w:rsidRPr="008C661A" w:rsidRDefault="00B879A2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B879A2" w:rsidRPr="005D4C87" w:rsidRDefault="00B879A2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B879A2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B879A2" w:rsidRPr="008C661A" w:rsidRDefault="00B879A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B879A2" w:rsidRPr="00C62825" w:rsidRDefault="00B879A2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>Rajat ylittävän reseptin Medical Records -sanomat</w:t>
          </w:r>
        </w:p>
      </w:tc>
    </w:tr>
    <w:tr w:rsidR="00B879A2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B879A2" w:rsidRPr="00C62825" w:rsidRDefault="00B879A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B879A2" w:rsidRPr="00C62825" w:rsidRDefault="00B879A2" w:rsidP="00BE0C87">
          <w:pPr>
            <w:pStyle w:val="Yltunniste"/>
            <w:rPr>
              <w:lang w:val="fi-FI"/>
            </w:rPr>
          </w:pPr>
        </w:p>
      </w:tc>
    </w:tr>
    <w:tr w:rsidR="00B879A2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B879A2" w:rsidRPr="00C62825" w:rsidRDefault="00B879A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727538041"/>
            <w:dataBinding w:prefixMappings="xmlns:ns0='http://schemas.microsoft.com/office/2006/coverPageProps'" w:xpath="/ns0:CoverPageProperties[1]/ns0:PublishDate[1]" w:storeItemID="{55AF091B-3C7A-41E3-B477-F2FDAA23CFDA}"/>
            <w:date w:fullDate="2018-03-08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40BA7B7" w14:textId="6909BA38" w:rsidR="00B879A2" w:rsidRPr="005D4C87" w:rsidRDefault="00B879A2" w:rsidP="00E00FD3">
              <w:pPr>
                <w:pStyle w:val="Yltunniste"/>
              </w:pPr>
              <w:r>
                <w:rPr>
                  <w:rFonts w:eastAsiaTheme="majorEastAsia"/>
                </w:rPr>
                <w:t>8</w:t>
              </w:r>
              <w:r>
                <w:rPr>
                  <w:rFonts w:eastAsiaTheme="majorEastAsia"/>
                  <w:lang w:val="fi-FI"/>
                </w:rPr>
                <w:t>.3.2018</w:t>
              </w:r>
            </w:p>
          </w:sdtContent>
        </w:sdt>
      </w:tc>
    </w:tr>
    <w:tr w:rsidR="00B879A2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B879A2" w:rsidRPr="008C661A" w:rsidRDefault="00B879A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B879A2" w:rsidRDefault="00B879A2" w:rsidP="00BE0C87">
          <w:pPr>
            <w:pStyle w:val="Yltunniste"/>
          </w:pPr>
        </w:p>
      </w:tc>
    </w:tr>
  </w:tbl>
  <w:p w14:paraId="3F7C072C" w14:textId="77777777" w:rsidR="00B879A2" w:rsidRPr="00BE0C87" w:rsidRDefault="00B879A2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B879A2" w:rsidRDefault="00B879A2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B879A2" w:rsidRDefault="00B879A2" w:rsidP="00B32141">
    <w:pPr>
      <w:pStyle w:val="Yltunniste"/>
    </w:pPr>
  </w:p>
  <w:p w14:paraId="39A448F0" w14:textId="77777777" w:rsidR="00B879A2" w:rsidRPr="002D77A7" w:rsidRDefault="00B879A2" w:rsidP="00B32141">
    <w:pPr>
      <w:pStyle w:val="Yltunniste"/>
    </w:pPr>
  </w:p>
  <w:p w14:paraId="6E8EF487" w14:textId="77777777" w:rsidR="00B879A2" w:rsidRDefault="00B879A2" w:rsidP="00FC4261">
    <w:pPr>
      <w:pStyle w:val="Yltunniste"/>
    </w:pPr>
  </w:p>
  <w:p w14:paraId="7D47DAF9" w14:textId="77777777" w:rsidR="00B879A2" w:rsidRDefault="00B879A2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B879A2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B879A2" w:rsidRPr="008C661A" w:rsidRDefault="00B879A2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B879A2" w:rsidRPr="005D4C87" w:rsidRDefault="00B879A2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B879A2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B879A2" w:rsidRPr="008C661A" w:rsidRDefault="00B879A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B879A2" w:rsidRPr="003646C1" w:rsidRDefault="00B879A2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>Rajat ylittävän reseptin Medical R</w:t>
          </w:r>
          <w:r>
            <w:rPr>
              <w:lang w:val="fi-FI"/>
            </w:rPr>
            <w:t>ecords -sanomat</w:t>
          </w:r>
        </w:p>
      </w:tc>
    </w:tr>
    <w:tr w:rsidR="00B879A2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B879A2" w:rsidRPr="003646C1" w:rsidRDefault="00B879A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B879A2" w:rsidRPr="003646C1" w:rsidRDefault="00B879A2" w:rsidP="005A5072">
          <w:pPr>
            <w:pStyle w:val="Yltunniste"/>
            <w:rPr>
              <w:lang w:val="fi-FI"/>
            </w:rPr>
          </w:pPr>
        </w:p>
      </w:tc>
    </w:tr>
    <w:tr w:rsidR="00B879A2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B879A2" w:rsidRPr="003646C1" w:rsidRDefault="00B879A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3-08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27B3F59" w14:textId="0E764BD2" w:rsidR="00B879A2" w:rsidRPr="005D4C87" w:rsidRDefault="00B879A2" w:rsidP="005A5072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8.3.2018</w:t>
              </w:r>
            </w:p>
          </w:sdtContent>
        </w:sdt>
      </w:tc>
    </w:tr>
    <w:tr w:rsidR="00B879A2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B879A2" w:rsidRPr="008C661A" w:rsidRDefault="00B879A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B879A2" w:rsidRDefault="00B879A2" w:rsidP="005A5072">
          <w:pPr>
            <w:pStyle w:val="Yltunniste"/>
          </w:pPr>
        </w:p>
      </w:tc>
    </w:tr>
  </w:tbl>
  <w:p w14:paraId="69FF703E" w14:textId="77777777" w:rsidR="00B879A2" w:rsidRPr="00531A4F" w:rsidRDefault="00B879A2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pela Anna">
    <w15:presenceInfo w15:providerId="AD" w15:userId="S-1-5-21-3121845505-432103665-3658532612-5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1304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A488D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9EE"/>
    <w:rsid w:val="000D6AD8"/>
    <w:rsid w:val="000D6FE0"/>
    <w:rsid w:val="000D787D"/>
    <w:rsid w:val="000E502D"/>
    <w:rsid w:val="000E7281"/>
    <w:rsid w:val="000F2C9C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2053AE"/>
    <w:rsid w:val="00205D6A"/>
    <w:rsid w:val="00207070"/>
    <w:rsid w:val="002105CB"/>
    <w:rsid w:val="00220C1E"/>
    <w:rsid w:val="002217BA"/>
    <w:rsid w:val="00223882"/>
    <w:rsid w:val="00224A64"/>
    <w:rsid w:val="00230434"/>
    <w:rsid w:val="00231301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61C5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71FC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A1D86"/>
    <w:rsid w:val="003A7EBA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69D3"/>
    <w:rsid w:val="00462F2A"/>
    <w:rsid w:val="00471C1D"/>
    <w:rsid w:val="004806D7"/>
    <w:rsid w:val="00484109"/>
    <w:rsid w:val="004841B2"/>
    <w:rsid w:val="0048563F"/>
    <w:rsid w:val="0048589A"/>
    <w:rsid w:val="00487952"/>
    <w:rsid w:val="004957D0"/>
    <w:rsid w:val="00495CFD"/>
    <w:rsid w:val="00497263"/>
    <w:rsid w:val="004B0D30"/>
    <w:rsid w:val="004B13A9"/>
    <w:rsid w:val="004B1E20"/>
    <w:rsid w:val="004C0B4D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55B2"/>
    <w:rsid w:val="005062AB"/>
    <w:rsid w:val="00515D08"/>
    <w:rsid w:val="005177AD"/>
    <w:rsid w:val="00531A4F"/>
    <w:rsid w:val="00531B3B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4558"/>
    <w:rsid w:val="006F5C53"/>
    <w:rsid w:val="00702A6C"/>
    <w:rsid w:val="00704282"/>
    <w:rsid w:val="007101A0"/>
    <w:rsid w:val="00710E8D"/>
    <w:rsid w:val="00712EDD"/>
    <w:rsid w:val="007236F8"/>
    <w:rsid w:val="00724355"/>
    <w:rsid w:val="007268EF"/>
    <w:rsid w:val="00730084"/>
    <w:rsid w:val="00732D9D"/>
    <w:rsid w:val="00736EE3"/>
    <w:rsid w:val="00737F92"/>
    <w:rsid w:val="007427C3"/>
    <w:rsid w:val="00744797"/>
    <w:rsid w:val="0075590A"/>
    <w:rsid w:val="007600D7"/>
    <w:rsid w:val="007608C2"/>
    <w:rsid w:val="007621D9"/>
    <w:rsid w:val="0076261D"/>
    <w:rsid w:val="007812B2"/>
    <w:rsid w:val="007849C6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24AEF"/>
    <w:rsid w:val="00925BBB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BE0"/>
    <w:rsid w:val="009F2A1E"/>
    <w:rsid w:val="009F35F7"/>
    <w:rsid w:val="009F5215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52D3"/>
    <w:rsid w:val="00B81588"/>
    <w:rsid w:val="00B82D27"/>
    <w:rsid w:val="00B844BB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46AB"/>
    <w:rsid w:val="00C74CAA"/>
    <w:rsid w:val="00C81821"/>
    <w:rsid w:val="00C8558B"/>
    <w:rsid w:val="00C86309"/>
    <w:rsid w:val="00C93717"/>
    <w:rsid w:val="00C9374E"/>
    <w:rsid w:val="00C95B8D"/>
    <w:rsid w:val="00CA1866"/>
    <w:rsid w:val="00CA2C51"/>
    <w:rsid w:val="00CB0617"/>
    <w:rsid w:val="00CB1A26"/>
    <w:rsid w:val="00CB4746"/>
    <w:rsid w:val="00CB6478"/>
    <w:rsid w:val="00CC3B43"/>
    <w:rsid w:val="00CC3F78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F393A"/>
    <w:rsid w:val="00EF6353"/>
    <w:rsid w:val="00F0227D"/>
    <w:rsid w:val="00F03CBD"/>
    <w:rsid w:val="00F03CDF"/>
    <w:rsid w:val="00F04236"/>
    <w:rsid w:val="00F1436F"/>
    <w:rsid w:val="00F16C57"/>
    <w:rsid w:val="00F21CB9"/>
    <w:rsid w:val="00F24115"/>
    <w:rsid w:val="00F26A5A"/>
    <w:rsid w:val="00F26FBB"/>
    <w:rsid w:val="00F3125E"/>
    <w:rsid w:val="00F317F0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16" Type="http://schemas.openxmlformats.org/officeDocument/2006/relationships/header" Target="header2.xm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1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77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header" Target="header3.xml"/><Relationship Id="rId3" Type="http://schemas.openxmlformats.org/officeDocument/2006/relationships/customXml" Target="../customXml/item3.xml"/><Relationship Id="rId12" Type="http://schemas.openxmlformats.org/officeDocument/2006/relationships/comments" Target="comments.xml"/><Relationship Id="rId17" Type="http://schemas.openxmlformats.org/officeDocument/2006/relationships/image" Target="media/image4.png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yperlink" Target="../../../../../yhteiset/KANTA/Documents%20and%20Settings/msormune/My%20Documents/doc/hl7/sept2006/html/infrastructure/rim/rim.htm" TargetMode="External"/><Relationship Id="rId75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6" Type="http://schemas.openxmlformats.org/officeDocument/2006/relationships/glossaryDocument" Target="glossary/document.xml"/><Relationship Id="rId7" Type="http://schemas.openxmlformats.org/officeDocument/2006/relationships/styles" Target="styles.xml"/><Relationship Id="rId71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2018-03-08T00:00:00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7a9b64cf573034a2bd93e5232e38a1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0F2B56-EBE4-4C06-9B26-F8D1821E6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B4D252-4E1A-4206-9FA3-43057CF57878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25FF1A-8209-47B4-91F9-3D678979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2406</TotalTime>
  <Pages>28</Pages>
  <Words>5573</Words>
  <Characters>45145</Characters>
  <Application>Microsoft Office Word</Application>
  <DocSecurity>0</DocSecurity>
  <Lines>376</Lines>
  <Paragraphs>101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216</cp:revision>
  <dcterms:created xsi:type="dcterms:W3CDTF">2018-01-16T08:18:00Z</dcterms:created>
  <dcterms:modified xsi:type="dcterms:W3CDTF">2018-03-08T12:43:00Z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21;#Kanta-palvelujen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1180;#Mallipohjat|7e367dfe-aef4-4ebb-84df-ed8f43edea4a</vt:lpwstr>
  </property>
  <property fmtid="{D5CDD505-2E9C-101B-9397-08002B2CF9AE}" pid="13" name="IsMyDocuments">
    <vt:bool>true</vt:bool>
  </property>
</Properties>
</file>